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810F03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628"/>
      </w:tblGrid>
      <w:tr w:rsidR="00830C3B" w:rsidRPr="0091260B" w:rsidTr="00CF2496">
        <w:trPr>
          <w:trHeight w:val="1039"/>
        </w:trPr>
        <w:tc>
          <w:tcPr>
            <w:tcW w:w="6628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1808B0" w:rsidRPr="00EC49E2">
              <w:t>Левинскому</w:t>
            </w:r>
            <w:proofErr w:type="spellEnd"/>
            <w:r w:rsidR="001808B0" w:rsidRPr="00EC49E2">
              <w:t xml:space="preserve"> А. Ю.</w:t>
            </w:r>
            <w:r w:rsidR="001808B0">
              <w:t xml:space="preserve">, </w:t>
            </w:r>
            <w:proofErr w:type="spellStart"/>
            <w:r w:rsidR="001808B0" w:rsidRPr="00EC49E2">
              <w:t>Левинскому</w:t>
            </w:r>
            <w:proofErr w:type="spellEnd"/>
            <w:r w:rsidR="001808B0" w:rsidRPr="00EC49E2">
              <w:t xml:space="preserve"> </w:t>
            </w:r>
            <w:r w:rsidR="001808B0">
              <w:t>Р</w:t>
            </w:r>
            <w:r w:rsidR="001808B0" w:rsidRPr="00EC49E2">
              <w:t xml:space="preserve">. </w:t>
            </w:r>
            <w:r w:rsidR="001808B0">
              <w:t>А</w:t>
            </w:r>
            <w:r w:rsidR="001808B0" w:rsidRPr="00EC49E2">
              <w:t>.</w:t>
            </w:r>
            <w:r w:rsidR="001808B0">
              <w:t xml:space="preserve">, </w:t>
            </w:r>
            <w:proofErr w:type="spellStart"/>
            <w:r w:rsidR="001808B0" w:rsidRPr="00EC49E2">
              <w:t>Левинскому</w:t>
            </w:r>
            <w:proofErr w:type="spellEnd"/>
            <w:r w:rsidR="001808B0" w:rsidRPr="00EC49E2">
              <w:t xml:space="preserve"> </w:t>
            </w:r>
            <w:r w:rsidR="001808B0">
              <w:t>Б. А</w:t>
            </w:r>
            <w:r w:rsidR="001808B0" w:rsidRPr="00EC49E2">
              <w:t>.</w:t>
            </w:r>
            <w:r w:rsidR="00CF2496">
              <w:t xml:space="preserve">, </w:t>
            </w:r>
            <w:proofErr w:type="spellStart"/>
            <w:r w:rsidR="001808B0" w:rsidRPr="00EC49E2">
              <w:t>Левинско</w:t>
            </w:r>
            <w:r w:rsidR="001808B0">
              <w:t>й</w:t>
            </w:r>
            <w:proofErr w:type="spellEnd"/>
            <w:r w:rsidR="001808B0" w:rsidRPr="00EC49E2">
              <w:t xml:space="preserve"> </w:t>
            </w:r>
            <w:r w:rsidR="001808B0">
              <w:t>Э</w:t>
            </w:r>
            <w:r w:rsidR="001808B0" w:rsidRPr="00EC49E2">
              <w:t xml:space="preserve">. </w:t>
            </w:r>
            <w:r w:rsidR="001808B0">
              <w:t>А</w:t>
            </w:r>
            <w:r w:rsidR="001808B0" w:rsidRPr="00EC49E2">
              <w:t>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1808B0" w:rsidRPr="00EC49E2">
        <w:t>Левинскому</w:t>
      </w:r>
      <w:proofErr w:type="spellEnd"/>
      <w:r w:rsidR="001808B0" w:rsidRPr="00EC49E2">
        <w:t xml:space="preserve"> А. Ю.</w:t>
      </w:r>
      <w:r w:rsidR="001808B0">
        <w:t xml:space="preserve">, </w:t>
      </w:r>
      <w:proofErr w:type="spellStart"/>
      <w:r w:rsidR="001808B0" w:rsidRPr="00EC49E2">
        <w:t>Левинскому</w:t>
      </w:r>
      <w:proofErr w:type="spellEnd"/>
      <w:r w:rsidR="001808B0" w:rsidRPr="00EC49E2">
        <w:t xml:space="preserve"> </w:t>
      </w:r>
      <w:r w:rsidR="001808B0">
        <w:t>Р</w:t>
      </w:r>
      <w:r w:rsidR="001808B0" w:rsidRPr="00EC49E2">
        <w:t xml:space="preserve">. </w:t>
      </w:r>
      <w:r w:rsidR="001808B0">
        <w:t>А</w:t>
      </w:r>
      <w:r w:rsidR="001808B0" w:rsidRPr="00EC49E2">
        <w:t>.</w:t>
      </w:r>
      <w:r w:rsidR="001808B0">
        <w:t xml:space="preserve">, </w:t>
      </w:r>
      <w:proofErr w:type="spellStart"/>
      <w:r w:rsidR="001808B0" w:rsidRPr="00EC49E2">
        <w:t>Левинскому</w:t>
      </w:r>
      <w:proofErr w:type="spellEnd"/>
      <w:r w:rsidR="001808B0" w:rsidRPr="00EC49E2">
        <w:t xml:space="preserve"> </w:t>
      </w:r>
      <w:r w:rsidR="001808B0">
        <w:t>Б. А</w:t>
      </w:r>
      <w:r w:rsidR="001808B0" w:rsidRPr="00EC49E2">
        <w:t>.</w:t>
      </w:r>
      <w:r w:rsidR="001808B0">
        <w:t xml:space="preserve">, </w:t>
      </w:r>
      <w:r w:rsidR="001808B0">
        <w:br/>
      </w:r>
      <w:proofErr w:type="spellStart"/>
      <w:r w:rsidR="001808B0" w:rsidRPr="00EC49E2">
        <w:t>Левинско</w:t>
      </w:r>
      <w:r w:rsidR="001808B0">
        <w:t>й</w:t>
      </w:r>
      <w:proofErr w:type="spellEnd"/>
      <w:r w:rsidR="001808B0" w:rsidRPr="00EC49E2">
        <w:t xml:space="preserve"> </w:t>
      </w:r>
      <w:r w:rsidR="001808B0">
        <w:t>Э</w:t>
      </w:r>
      <w:r w:rsidR="001808B0" w:rsidRPr="00EC49E2">
        <w:t xml:space="preserve">. </w:t>
      </w:r>
      <w:r w:rsidR="001808B0">
        <w:t>А</w:t>
      </w:r>
      <w:r w:rsidR="001808B0" w:rsidRPr="00EC49E2">
        <w:t xml:space="preserve">. </w:t>
      </w:r>
      <w:r w:rsidR="001808B0">
        <w:t xml:space="preserve">разрешение </w:t>
      </w:r>
      <w:r w:rsidR="001808B0" w:rsidRPr="00EC49E2">
        <w:t xml:space="preserve">на условно разрешенный вид использования земельного участка с кадастровым номером 54:35:084290:147 площадью 791 кв. м по адресу: </w:t>
      </w:r>
      <w:r w:rsidR="001808B0" w:rsidRPr="00EC49E2">
        <w:rPr>
          <w:rFonts w:eastAsia="TimesNewRomanPSMT"/>
        </w:rPr>
        <w:t>Российская Федерация, Новосибирская область, городской округ город Новосибирск, город Новосибирск,</w:t>
      </w:r>
      <w:r w:rsidR="001808B0">
        <w:rPr>
          <w:rFonts w:eastAsia="TimesNewRomanPSMT"/>
        </w:rPr>
        <w:t xml:space="preserve"> </w:t>
      </w:r>
      <w:r w:rsidR="001808B0" w:rsidRPr="00EC49E2">
        <w:rPr>
          <w:rFonts w:eastAsia="TimesNewRomanPSMT"/>
        </w:rPr>
        <w:t>ул</w:t>
      </w:r>
      <w:r w:rsidR="001808B0">
        <w:rPr>
          <w:rFonts w:eastAsia="TimesNewRomanPSMT"/>
        </w:rPr>
        <w:t>.</w:t>
      </w:r>
      <w:r w:rsidR="001808B0" w:rsidRPr="00EC49E2">
        <w:rPr>
          <w:rFonts w:eastAsia="TimesNewRomanPSMT"/>
        </w:rPr>
        <w:t xml:space="preserve"> Диспетчерская, </w:t>
      </w:r>
      <w:proofErr w:type="spellStart"/>
      <w:r w:rsidR="001808B0" w:rsidRPr="00EC49E2">
        <w:rPr>
          <w:rFonts w:eastAsia="TimesNewRomanPSMT"/>
        </w:rPr>
        <w:t>з</w:t>
      </w:r>
      <w:proofErr w:type="spellEnd"/>
      <w:r w:rsidR="001808B0">
        <w:rPr>
          <w:rFonts w:eastAsia="TimesNewRomanPSMT"/>
        </w:rPr>
        <w:t xml:space="preserve">/у </w:t>
      </w:r>
      <w:r w:rsidR="001808B0" w:rsidRPr="00EC49E2">
        <w:rPr>
          <w:rFonts w:eastAsia="TimesNewRomanPSMT"/>
        </w:rPr>
        <w:t>79</w:t>
      </w:r>
      <w:r w:rsidR="001808B0" w:rsidRPr="00EC49E2">
        <w:t xml:space="preserve"> (зона застройки индивидуальными жилыми домами (Ж-6)) – «магазины (4.4)</w:t>
      </w:r>
      <w:r w:rsidR="001808B0">
        <w:t>»</w:t>
      </w:r>
      <w:r w:rsidR="001808B0" w:rsidRPr="00EC49E2">
        <w:t>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65" w:rsidRDefault="00152F65">
      <w:r>
        <w:separator/>
      </w:r>
    </w:p>
  </w:endnote>
  <w:endnote w:type="continuationSeparator" w:id="0">
    <w:p w:rsidR="00152F65" w:rsidRDefault="0015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65" w:rsidRDefault="00152F65">
      <w:r>
        <w:separator/>
      </w:r>
    </w:p>
  </w:footnote>
  <w:footnote w:type="continuationSeparator" w:id="0">
    <w:p w:rsidR="00152F65" w:rsidRDefault="0015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810F03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81393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1FEE0-F727-47A6-98CB-5D134559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61</TotalTime>
  <Pages>1</Pages>
  <Words>214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48</cp:revision>
  <cp:lastPrinted>2020-02-25T03:17:00Z</cp:lastPrinted>
  <dcterms:created xsi:type="dcterms:W3CDTF">2023-05-10T04:37:00Z</dcterms:created>
  <dcterms:modified xsi:type="dcterms:W3CDTF">2025-03-18T07:38:00Z</dcterms:modified>
</cp:coreProperties>
</file>