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8361BF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081393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055445">
              <w:t>Бейм</w:t>
            </w:r>
            <w:proofErr w:type="spellEnd"/>
            <w:r w:rsidR="00055445">
              <w:t xml:space="preserve"> Н. С.</w:t>
            </w:r>
            <w:r w:rsidR="00C21C93" w:rsidRPr="00C21C93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</w:t>
            </w:r>
            <w:r w:rsidR="007C6038" w:rsidRPr="00531E19">
              <w:t>а</w:t>
            </w:r>
            <w:r w:rsidR="007C6038" w:rsidRPr="00531E19">
              <w:t>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D4A63" w:rsidRDefault="00D25713" w:rsidP="000A5675">
      <w:pPr>
        <w:ind w:firstLine="709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7C6038">
        <w:t>Бейм</w:t>
      </w:r>
      <w:proofErr w:type="spellEnd"/>
      <w:r w:rsidR="007C6038">
        <w:t xml:space="preserve"> Н. С.</w:t>
      </w:r>
      <w:r w:rsidR="007C6038" w:rsidRPr="009112FE">
        <w:t xml:space="preserve"> </w:t>
      </w:r>
      <w:r w:rsidR="007C6038">
        <w:t xml:space="preserve">разрешение </w:t>
      </w:r>
      <w:r w:rsidR="007C6038" w:rsidRPr="009112FE">
        <w:t>на условно разрешенный вид использования земельного участка в границах территории кадастрового квартала 54:35:</w:t>
      </w:r>
      <w:r w:rsidR="007C6038">
        <w:t>061235</w:t>
      </w:r>
      <w:r w:rsidR="007C6038" w:rsidRPr="009112FE">
        <w:t xml:space="preserve"> площадью </w:t>
      </w:r>
      <w:r w:rsidR="007C6038">
        <w:t>482</w:t>
      </w:r>
      <w:r w:rsidR="007C6038" w:rsidRPr="009112FE">
        <w:t xml:space="preserve"> кв. м </w:t>
      </w:r>
      <w:r w:rsidR="007C6038">
        <w:t>по адресу</w:t>
      </w:r>
      <w:r w:rsidR="007C6038" w:rsidRPr="009112FE">
        <w:t>: Российская Федерация, Новосибирская область,</w:t>
      </w:r>
      <w:r w:rsidR="007C6038">
        <w:t xml:space="preserve"> городской округ</w:t>
      </w:r>
      <w:r w:rsidR="007C6038" w:rsidRPr="009112FE">
        <w:t xml:space="preserve"> город Новосибирск, город Новосибирск,</w:t>
      </w:r>
      <w:r w:rsidR="007C6038">
        <w:t xml:space="preserve"> ул. Портовая, </w:t>
      </w:r>
      <w:proofErr w:type="spellStart"/>
      <w:r w:rsidR="007C6038">
        <w:t>з</w:t>
      </w:r>
      <w:proofErr w:type="spellEnd"/>
      <w:r w:rsidR="007C6038">
        <w:t>/у 26</w:t>
      </w:r>
      <w:r w:rsidR="007C6038" w:rsidRPr="009112FE">
        <w:t xml:space="preserve"> </w:t>
      </w:r>
      <w:r w:rsidR="007C6038" w:rsidRPr="00531E19">
        <w:t>и объекта к</w:t>
      </w:r>
      <w:r w:rsidR="007C6038" w:rsidRPr="00531E19">
        <w:t>а</w:t>
      </w:r>
      <w:r w:rsidR="007C6038" w:rsidRPr="00531E19">
        <w:t>питального строительства</w:t>
      </w:r>
      <w:r w:rsidR="007C6038" w:rsidRPr="009112FE">
        <w:t xml:space="preserve"> (зона застройки жилыми домами смешанной этажн</w:t>
      </w:r>
      <w:r w:rsidR="007C6038" w:rsidRPr="009112FE">
        <w:t>о</w:t>
      </w:r>
      <w:r w:rsidR="007C6038" w:rsidRPr="009112FE">
        <w:t xml:space="preserve">сти (Ж-1), </w:t>
      </w:r>
      <w:proofErr w:type="spellStart"/>
      <w:r w:rsidR="007C6038" w:rsidRPr="009112FE">
        <w:t>подзона</w:t>
      </w:r>
      <w:proofErr w:type="spellEnd"/>
      <w:r w:rsidR="007C6038" w:rsidRPr="009112FE">
        <w:t xml:space="preserve"> застройки жилыми домами смешанной этажности различной плотности застройки (Ж-1.1)) – </w:t>
      </w:r>
      <w:r w:rsidR="007C6038" w:rsidRPr="0039057D">
        <w:t>«</w:t>
      </w:r>
      <w:r w:rsidR="007C6038" w:rsidRPr="004E6D53">
        <w:t>для индивидуального жилищного строительства (2.1)</w:t>
      </w:r>
      <w:r w:rsidR="007C6038">
        <w:t xml:space="preserve"> – и</w:t>
      </w:r>
      <w:r w:rsidR="007C6038">
        <w:t>н</w:t>
      </w:r>
      <w:r w:rsidR="007C6038">
        <w:t>дивидуальные жилые дома».</w:t>
      </w:r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D23CEB">
      <w:headerReference w:type="default" r:id="rId8"/>
      <w:endnotePr>
        <w:numFmt w:val="decimal"/>
      </w:endnotePr>
      <w:pgSz w:w="11907" w:h="16840"/>
      <w:pgMar w:top="993" w:right="567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055445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087B5-2B15-497D-B3A7-D37EC31B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62</TotalTime>
  <Pages>1</Pages>
  <Words>223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ymasur</cp:lastModifiedBy>
  <cp:revision>49</cp:revision>
  <cp:lastPrinted>2020-02-25T03:17:00Z</cp:lastPrinted>
  <dcterms:created xsi:type="dcterms:W3CDTF">2023-05-10T04:37:00Z</dcterms:created>
  <dcterms:modified xsi:type="dcterms:W3CDTF">2025-04-01T09:26:00Z</dcterms:modified>
</cp:coreProperties>
</file>