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716779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235"/>
      </w:tblGrid>
      <w:tr w:rsidR="00830C3B" w:rsidRPr="0091260B" w:rsidTr="00B514BA">
        <w:trPr>
          <w:trHeight w:val="1039"/>
        </w:trPr>
        <w:tc>
          <w:tcPr>
            <w:tcW w:w="5235" w:type="dxa"/>
          </w:tcPr>
          <w:p w:rsidR="00830C3B" w:rsidRPr="0091260B" w:rsidRDefault="00DE6383" w:rsidP="00B85C6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CF1674" w:rsidRPr="0086068D">
              <w:t>Сушко А. П.</w:t>
            </w:r>
            <w:r w:rsidR="00C21C93" w:rsidRPr="00C21C93">
              <w:t xml:space="preserve"> </w:t>
            </w:r>
            <w:r w:rsidR="002F4AF0" w:rsidRPr="002F4AF0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4E16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r w:rsidR="00A34E16">
              <w:rPr>
                <w:color w:val="000000" w:themeColor="text1"/>
              </w:rPr>
              <w:t>а</w:t>
            </w:r>
            <w:bookmarkStart w:id="0" w:name="_GoBack"/>
            <w:bookmarkEnd w:id="0"/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275D06" w:rsidRPr="0091260B">
        <w:rPr>
          <w:spacing w:val="1"/>
        </w:rPr>
        <w:t>ого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275D06" w:rsidRPr="0091260B">
        <w:rPr>
          <w:spacing w:val="1"/>
        </w:rPr>
        <w:t>а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B5523C">
        <w:rPr>
          <w:spacing w:val="1"/>
        </w:rPr>
        <w:t>а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F95748" w:rsidRDefault="00D25713" w:rsidP="00F95748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r w:rsidR="00CF1674" w:rsidRPr="0086068D">
        <w:t>Сушко А. П.</w:t>
      </w:r>
      <w:r w:rsidR="00B85C6C" w:rsidRPr="00B85C6C">
        <w:t xml:space="preserve"> </w:t>
      </w:r>
      <w:r w:rsidR="0026758E">
        <w:t>разрешение</w:t>
      </w:r>
      <w:r w:rsidR="003776F9">
        <w:t xml:space="preserve"> </w:t>
      </w:r>
      <w:r w:rsidR="00CF1674" w:rsidRPr="0086068D">
        <w:t>на условно разрешенный вид использования земельного участка в границах территории кадастрового квартала 54:35:072300 площадью 447 кв. м с местоположением: Российская Федерация, Новосибирская область, город</w:t>
      </w:r>
      <w:r w:rsidR="00CF1674">
        <w:t xml:space="preserve"> </w:t>
      </w:r>
      <w:r w:rsidR="00CF1674" w:rsidRPr="0086068D">
        <w:t>Новосибирск, территория садоводческого некоммерческого товарищ</w:t>
      </w:r>
      <w:r w:rsidR="00CF1674" w:rsidRPr="0086068D">
        <w:t>е</w:t>
      </w:r>
      <w:r w:rsidR="00CF1674" w:rsidRPr="0086068D">
        <w:t>ства «Угольщик», участок № 124 (зона застройки жилыми домами смешанной этажн</w:t>
      </w:r>
      <w:r w:rsidR="00CF1674" w:rsidRPr="0086068D">
        <w:t>о</w:t>
      </w:r>
      <w:r w:rsidR="00CF1674" w:rsidRPr="0086068D">
        <w:t xml:space="preserve">сти (Ж-1), </w:t>
      </w:r>
      <w:proofErr w:type="spellStart"/>
      <w:r w:rsidR="00CF1674" w:rsidRPr="0086068D">
        <w:t>подзона</w:t>
      </w:r>
      <w:proofErr w:type="spellEnd"/>
      <w:r w:rsidR="00CF1674" w:rsidRPr="0086068D">
        <w:t xml:space="preserve"> застройки жилыми домами смешанной этажности различной плотности застройки (Ж-1.1)) – «ведение с</w:t>
      </w:r>
      <w:r w:rsidR="00CF1674" w:rsidRPr="0086068D">
        <w:t>а</w:t>
      </w:r>
      <w:r w:rsidR="00CF1674" w:rsidRPr="0086068D">
        <w:t>доводства (13.2)».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716779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14FCC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52F81"/>
    <w:rsid w:val="00960079"/>
    <w:rsid w:val="0096185F"/>
    <w:rsid w:val="00965AD3"/>
    <w:rsid w:val="00967664"/>
    <w:rsid w:val="0097492C"/>
    <w:rsid w:val="00976DA3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06330-BB47-4276-BEFC-935B9ED3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48</TotalTime>
  <Pages>1</Pages>
  <Words>210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EAtyanchev</cp:lastModifiedBy>
  <cp:revision>37</cp:revision>
  <cp:lastPrinted>2020-02-25T03:17:00Z</cp:lastPrinted>
  <dcterms:created xsi:type="dcterms:W3CDTF">2023-05-10T04:37:00Z</dcterms:created>
  <dcterms:modified xsi:type="dcterms:W3CDTF">2024-08-27T02:28:00Z</dcterms:modified>
</cp:coreProperties>
</file>